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E85637">
        <w:trPr>
          <w:cantSplit/>
          <w:trHeight w:val="567"/>
        </w:trPr>
        <w:tc>
          <w:tcPr>
            <w:tcW w:w="5216" w:type="dxa"/>
            <w:vMerge w:val="restart"/>
          </w:tcPr>
          <w:p w:rsidR="00E85637" w:rsidRDefault="00B7608B" w:rsidP="00C26B5F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2"/>
                  <w:enabled/>
                  <w:calcOnExit w:val="0"/>
                  <w:helpText w:type="text" w:val="Sisestage siia üks või mitu adressaati. &#10;&#10;Näiteks:  &#10;Hr Jüri Mägi&#10;Pikk 22&#10;23456 Kuressaare&#10;&#10;Seejärel liikuge Tab klahviga järgmisele väljale."/>
                  <w:statusText w:type="text" w:val="Sisestage siia üks või mitu adressaati (vt F1)"/>
                  <w:textInput/>
                </w:ffData>
              </w:fldChar>
            </w:r>
            <w:bookmarkStart w:id="0" w:name="Text2"/>
            <w:r>
              <w:instrText xml:space="preserve"> FORMTEXT </w:instrText>
            </w:r>
            <w:r>
              <w:fldChar w:fldCharType="separate"/>
            </w:r>
            <w:r w:rsidR="00C26B5F">
              <w:rPr>
                <w:noProof/>
              </w:rPr>
              <w:t>siim@eastconsult.ee</w:t>
            </w:r>
            <w:r>
              <w:fldChar w:fldCharType="end"/>
            </w:r>
            <w:bookmarkEnd w:id="0"/>
          </w:p>
        </w:tc>
        <w:tc>
          <w:tcPr>
            <w:tcW w:w="510" w:type="dxa"/>
            <w:noWrap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:rsidR="00E85637" w:rsidRDefault="00B7608B" w:rsidP="00B7608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Text1"/>
                  <w:enabled/>
                  <w:calcOnExit w:val="0"/>
                  <w:helpText w:type="text" w:val="Sisestage siia saabunud kirja kuupäev.&#10;&#10;Näiteks: 01.05.2014 &#10;&#10;Seejärel liikuge Tab klahviga järgmisele väljale."/>
                  <w:statusText w:type="text" w:val="Sisestage siia saabunud kirja kuupäev (vt F1)"/>
                  <w:textInput>
                    <w:maxLength w:val="40"/>
                  </w:textInput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  <w:r w:rsidR="00356C40">
              <w:t xml:space="preserve"> nr </w:t>
            </w:r>
            <w:r>
              <w:fldChar w:fldCharType="begin">
                <w:ffData>
                  <w:name w:val="Text50"/>
                  <w:enabled/>
                  <w:calcOnExit w:val="0"/>
                  <w:helpText w:type="text" w:val="Sisestage siia saabunud kirja viit.&#10;&#10;Näiteks: 2-1/312&#10;&#10;Seejärel liikuge Tab klahviga järgmisele väljale."/>
                  <w:statusText w:type="text" w:val="Sisestage siia saabunud kirja viit (vt F1)"/>
                  <w:textInput/>
                </w:ffData>
              </w:fldChar>
            </w:r>
            <w:bookmarkStart w:id="2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85637">
        <w:trPr>
          <w:cantSplit/>
          <w:trHeight w:val="743"/>
        </w:trPr>
        <w:tc>
          <w:tcPr>
            <w:tcW w:w="5216" w:type="dxa"/>
            <w:vMerge/>
          </w:tcPr>
          <w:p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10" w:type="dxa"/>
            <w:noWrap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:rsidR="00E85637" w:rsidRDefault="00B7608B" w:rsidP="00EA2AE5">
            <w:pPr>
              <w:framePr w:w="9582" w:h="2155" w:wrap="notBeside" w:vAnchor="page" w:hAnchor="page" w:x="1702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0650C">
              <w:t>06.12.2022</w:t>
            </w:r>
            <w:r>
              <w:fldChar w:fldCharType="end"/>
            </w:r>
            <w:r w:rsidR="00356C40">
              <w:t xml:space="preserve"> nr 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3" w:name="Text51"/>
            <w:r>
              <w:instrText xml:space="preserve"> FORMTEXT </w:instrText>
            </w:r>
            <w:r>
              <w:fldChar w:fldCharType="separate"/>
            </w:r>
            <w:r w:rsidR="00EA2AE5" w:rsidRPr="00EA2AE5">
              <w:rPr>
                <w:noProof/>
              </w:rPr>
              <w:t>12-1/2022/6731</w:t>
            </w:r>
            <w:bookmarkStart w:id="4" w:name="_GoBack"/>
            <w:bookmarkEnd w:id="4"/>
            <w:r>
              <w:fldChar w:fldCharType="end"/>
            </w:r>
            <w:bookmarkEnd w:id="3"/>
          </w:p>
        </w:tc>
      </w:tr>
      <w:tr w:rsidR="00E85637">
        <w:trPr>
          <w:cantSplit/>
          <w:trHeight w:hRule="exact" w:val="23"/>
        </w:trPr>
        <w:tc>
          <w:tcPr>
            <w:tcW w:w="5216" w:type="dxa"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:rsidR="00E85637" w:rsidRDefault="00E85637">
      <w:pPr>
        <w:framePr w:w="9582" w:h="2155" w:wrap="notBeside" w:vAnchor="page" w:hAnchor="page" w:x="1702" w:y="3063"/>
        <w:rPr>
          <w:sz w:val="12"/>
        </w:rPr>
      </w:pPr>
    </w:p>
    <w:p w:rsidR="00E85637" w:rsidRDefault="00E85637">
      <w:pPr>
        <w:rPr>
          <w:spacing w:val="0"/>
          <w:position w:val="0"/>
          <w:sz w:val="20"/>
        </w:rPr>
      </w:pPr>
    </w:p>
    <w:p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05FFEBEE" wp14:editId="460AC734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637" w:rsidRDefault="00B7608B">
      <w:pPr>
        <w:pStyle w:val="Heading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Järelepärimine&#10;&#10;Seejärel liikuge Tab klahviga järgmisele väljale."/>
            <w:statusText w:type="text" w:val="Sisestage siia pealkiri (vt F1)"/>
            <w:textInput>
              <w:format w:val="First capital"/>
            </w:textInput>
          </w:ffData>
        </w:fldChar>
      </w:r>
      <w:bookmarkStart w:id="5" w:name="Text7"/>
      <w:r>
        <w:instrText xml:space="preserve"> FORMTEXT </w:instrText>
      </w:r>
      <w:r>
        <w:fldChar w:fldCharType="separate"/>
      </w:r>
      <w:r w:rsidR="00EA3D21">
        <w:rPr>
          <w:noProof/>
        </w:rPr>
        <w:t>Lepingu täitmise nõue</w:t>
      </w:r>
      <w:r>
        <w:fldChar w:fldCharType="end"/>
      </w:r>
      <w:bookmarkEnd w:id="5"/>
    </w:p>
    <w:p w:rsidR="00E85637" w:rsidRDefault="00E85637"/>
    <w:p w:rsidR="00E85637" w:rsidRDefault="00E85637">
      <w:pPr>
        <w:rPr>
          <w:sz w:val="26"/>
        </w:rPr>
      </w:pPr>
    </w:p>
    <w:p w:rsidR="007B7275" w:rsidRDefault="007B7275" w:rsidP="007B7275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First capital"/>
            </w:textInput>
          </w:ffData>
        </w:fldChar>
      </w:r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>
        <w:rPr>
          <w:noProof/>
          <w:spacing w:val="0"/>
          <w:position w:val="0"/>
        </w:rPr>
        <w:t>Austatud</w:t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ui on vaja vormistada blanketile perekonnanime ette tiitel, siis valige sellest valikust: &#10;&#10;Näiteks:    proua&#10;&#10;Seejärel liikuge Tab klahviga järgmisele väljale."/>
            <w:statusText w:type="text" w:val="Valige rippmenüüst sobiv tiitel (vt F1)."/>
            <w:ddList>
              <w:listEntry w:val=" härra "/>
              <w:listEntry w:val=" proua "/>
              <w:listEntry w:val=" preili "/>
              <w:listEntry w:val=" 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6F569B">
        <w:rPr>
          <w:spacing w:val="0"/>
          <w:position w:val="0"/>
        </w:rPr>
      </w:r>
      <w:r w:rsidR="006F569B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r>
        <w:rPr>
          <w:spacing w:val="0"/>
          <w:position w:val="0"/>
        </w:rPr>
        <w:fldChar w:fldCharType="begin">
          <w:ffData>
            <w:name w:val="Text35"/>
            <w:enabled/>
            <w:calcOnExit w:val="0"/>
            <w:helpText w:type="text" w:val="Kirja saaja perekonnanimi. &#10;&#10;Näiteks:    Mägi&#10;&#10;Seejärel liikuge Tab klahviga järgmisele väljale."/>
            <w:statusText w:type="text" w:val="Kirjutage siia välja kirja saaja perekonnanimi  (vt F1)"/>
            <w:textInput>
              <w:maxLength w:val="60"/>
            </w:textInput>
          </w:ffData>
        </w:fldChar>
      </w:r>
      <w:bookmarkStart w:id="6" w:name="Text35"/>
      <w:r>
        <w:rPr>
          <w:spacing w:val="0"/>
          <w:position w:val="0"/>
        </w:rPr>
        <w:instrText xml:space="preserve"> FORMTEXT </w:instrText>
      </w:r>
      <w:r>
        <w:rPr>
          <w:spacing w:val="0"/>
          <w:position w:val="0"/>
        </w:rPr>
      </w:r>
      <w:r>
        <w:rPr>
          <w:spacing w:val="0"/>
          <w:position w:val="0"/>
        </w:rPr>
        <w:fldChar w:fldCharType="separate"/>
      </w:r>
      <w:r w:rsidR="00503B06">
        <w:rPr>
          <w:noProof/>
          <w:spacing w:val="0"/>
          <w:position w:val="0"/>
        </w:rPr>
        <w:t>Siim Kadak</w:t>
      </w:r>
      <w:r w:rsidR="000D028A">
        <w:rPr>
          <w:noProof/>
          <w:spacing w:val="0"/>
          <w:position w:val="0"/>
        </w:rPr>
        <w:t xml:space="preserve"> </w:t>
      </w:r>
      <w:r>
        <w:rPr>
          <w:spacing w:val="0"/>
          <w:position w:val="0"/>
        </w:rPr>
        <w:fldChar w:fldCharType="end"/>
      </w:r>
      <w:bookmarkEnd w:id="6"/>
    </w:p>
    <w:p w:rsidR="00E85637" w:rsidRDefault="00E85637"/>
    <w:p w:rsidR="00E85637" w:rsidRDefault="00E85637">
      <w:pPr>
        <w:rPr>
          <w:sz w:val="18"/>
        </w:rPr>
      </w:pPr>
    </w:p>
    <w:p w:rsidR="00E85637" w:rsidRDefault="00E85637">
      <w:pPr>
        <w:sectPr w:rsidR="00E8563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EA3D21" w:rsidRPr="00E95E4C" w:rsidRDefault="00EA3D21" w:rsidP="00EA3D21">
      <w:pPr>
        <w:pStyle w:val="Default"/>
      </w:pPr>
      <w:r w:rsidRPr="00E95E4C">
        <w:t xml:space="preserve">Riigimetsa Majandamise Keskus (edaspidi RMK või Tellija) ja </w:t>
      </w:r>
      <w:proofErr w:type="spellStart"/>
      <w:r>
        <w:t>Eastconsult</w:t>
      </w:r>
      <w:proofErr w:type="spellEnd"/>
      <w:r>
        <w:t xml:space="preserve"> OÜ </w:t>
      </w:r>
      <w:r w:rsidRPr="00E95E4C">
        <w:t xml:space="preserve">(edaspidi ka kui Töövõtja) sõlmisid </w:t>
      </w:r>
      <w:r>
        <w:t>26.11.2021</w:t>
      </w:r>
      <w:r w:rsidRPr="00E95E4C">
        <w:t xml:space="preserve"> </w:t>
      </w:r>
      <w:r>
        <w:t xml:space="preserve">lihthanke </w:t>
      </w:r>
      <w:r w:rsidRPr="00532939">
        <w:t>„</w:t>
      </w:r>
      <w:r w:rsidRPr="00EA3D21">
        <w:t>Viru raba õpperaja parkla projekteerimine (2)“</w:t>
      </w:r>
      <w:r>
        <w:t xml:space="preserve"> </w:t>
      </w:r>
      <w:r w:rsidR="00B42EA2">
        <w:t>(DHS 1-47.2372</w:t>
      </w:r>
      <w:r>
        <w:t xml:space="preserve">, riigihanke </w:t>
      </w:r>
      <w:r w:rsidRPr="00E95E4C">
        <w:t xml:space="preserve">viitenumber </w:t>
      </w:r>
      <w:r w:rsidR="00B42EA2">
        <w:rPr>
          <w:lang w:val="en-AU"/>
        </w:rPr>
        <w:t>242471</w:t>
      </w:r>
      <w:r w:rsidRPr="00532939">
        <w:t>)</w:t>
      </w:r>
      <w:r>
        <w:t xml:space="preserve"> </w:t>
      </w:r>
      <w:r w:rsidRPr="00E95E4C">
        <w:t xml:space="preserve">tulemusena </w:t>
      </w:r>
      <w:r w:rsidR="00B42EA2">
        <w:t>projekteerimis</w:t>
      </w:r>
      <w:r w:rsidRPr="00005688">
        <w:t>leping</w:t>
      </w:r>
      <w:r>
        <w:t>u</w:t>
      </w:r>
      <w:r w:rsidR="00B42EA2">
        <w:t xml:space="preserve"> nr 1-18/2021/171</w:t>
      </w:r>
      <w:r w:rsidRPr="00005688">
        <w:t xml:space="preserve"> </w:t>
      </w:r>
      <w:r>
        <w:t xml:space="preserve">(edaspidi Leping). </w:t>
      </w:r>
    </w:p>
    <w:p w:rsidR="00EA3D21" w:rsidRDefault="00EA3D21" w:rsidP="00EA3D21">
      <w:pPr>
        <w:jc w:val="both"/>
        <w:rPr>
          <w:szCs w:val="24"/>
        </w:rPr>
      </w:pPr>
    </w:p>
    <w:p w:rsidR="00EA3D21" w:rsidRPr="00B42EA2" w:rsidRDefault="00EA3D21" w:rsidP="00B42EA2">
      <w:pPr>
        <w:pStyle w:val="Default"/>
        <w:jc w:val="both"/>
      </w:pPr>
      <w:r w:rsidRPr="00B42EA2">
        <w:t xml:space="preserve">Lepingu punkti 1.1. kohaselt </w:t>
      </w:r>
      <w:r w:rsidR="00FF77C5">
        <w:t xml:space="preserve">Tellija tellib ja </w:t>
      </w:r>
      <w:proofErr w:type="spellStart"/>
      <w:r w:rsidR="00FF77C5">
        <w:t>Projekteerija</w:t>
      </w:r>
      <w:proofErr w:type="spellEnd"/>
      <w:r w:rsidRPr="00B42EA2">
        <w:t xml:space="preserve"> kohustub teostama lihthanke </w:t>
      </w:r>
      <w:r w:rsidR="00B42EA2" w:rsidRPr="00B42EA2">
        <w:t xml:space="preserve">DHS 1-47.2372, riigihanke viitenumber </w:t>
      </w:r>
      <w:r w:rsidR="00B42EA2" w:rsidRPr="00B42EA2">
        <w:rPr>
          <w:lang w:val="en-AU"/>
        </w:rPr>
        <w:t>242471</w:t>
      </w:r>
      <w:r w:rsidR="00B42EA2" w:rsidRPr="00B42EA2">
        <w:t>)</w:t>
      </w:r>
      <w:r w:rsidRPr="00B42EA2">
        <w:t xml:space="preserve"> „</w:t>
      </w:r>
      <w:r w:rsidR="00B42EA2" w:rsidRPr="00B42EA2">
        <w:t>Viru raba õpperaja parkla projekteerimine (2)</w:t>
      </w:r>
      <w:r w:rsidRPr="00B42EA2">
        <w:t>“ tulemusena</w:t>
      </w:r>
      <w:r w:rsidR="00B42EA2" w:rsidRPr="00B42EA2">
        <w:t xml:space="preserve"> (edaspidi objekt</w:t>
      </w:r>
      <w:r w:rsidRPr="00B42EA2">
        <w:t xml:space="preserve">) </w:t>
      </w:r>
      <w:r w:rsidR="00B42EA2">
        <w:t>projekteerimistööd</w:t>
      </w:r>
      <w:r w:rsidR="00B42EA2" w:rsidRPr="00B42EA2">
        <w:t xml:space="preserve"> ja nende tegemiseks vajalike uurimustöö</w:t>
      </w:r>
      <w:r w:rsidR="00B42EA2">
        <w:t>d</w:t>
      </w:r>
      <w:r w:rsidR="00B42EA2" w:rsidRPr="00B42EA2">
        <w:t xml:space="preserve"> ning sellega seotud asjaajamine Harjumaal, Kuusalu vallas asuva tellija valduses oleva RMK külastuskorraldusliku ob</w:t>
      </w:r>
      <w:r w:rsidR="00B42EA2">
        <w:t xml:space="preserve">jekti Viru raba õpperaja parklale </w:t>
      </w:r>
      <w:r w:rsidRPr="00B42EA2">
        <w:t xml:space="preserve">Lepinguga kokkulepitud tingimustel ja korras </w:t>
      </w:r>
      <w:r w:rsidR="00B42EA2">
        <w:t>(edaspidi nimetatud projekteerimistöö</w:t>
      </w:r>
      <w:r w:rsidRPr="00B42EA2">
        <w:t>).</w:t>
      </w:r>
    </w:p>
    <w:p w:rsidR="00EA3D21" w:rsidRDefault="00EA3D21" w:rsidP="00EA3D21">
      <w:pPr>
        <w:jc w:val="both"/>
        <w:rPr>
          <w:szCs w:val="24"/>
        </w:rPr>
      </w:pPr>
    </w:p>
    <w:p w:rsidR="00EA3D21" w:rsidRDefault="00EA3D21" w:rsidP="00B42EA2">
      <w:pPr>
        <w:jc w:val="both"/>
        <w:rPr>
          <w:szCs w:val="24"/>
        </w:rPr>
      </w:pPr>
      <w:r>
        <w:rPr>
          <w:szCs w:val="24"/>
        </w:rPr>
        <w:t xml:space="preserve">Lepingu punkti </w:t>
      </w:r>
      <w:r w:rsidR="00B42EA2">
        <w:rPr>
          <w:szCs w:val="24"/>
        </w:rPr>
        <w:t>3.1</w:t>
      </w:r>
      <w:r w:rsidRPr="004B0EFE">
        <w:rPr>
          <w:szCs w:val="24"/>
        </w:rPr>
        <w:t>.</w:t>
      </w:r>
      <w:r>
        <w:rPr>
          <w:szCs w:val="24"/>
        </w:rPr>
        <w:t xml:space="preserve"> kohaselt oli </w:t>
      </w:r>
      <w:r w:rsidR="00B42EA2">
        <w:rPr>
          <w:szCs w:val="24"/>
        </w:rPr>
        <w:t>projekteerimistöö üleandmise lõpptähtaeg on 6 (kuus</w:t>
      </w:r>
      <w:r w:rsidRPr="004B0EFE">
        <w:rPr>
          <w:szCs w:val="24"/>
        </w:rPr>
        <w:t>) kuud alates lepingu sõlmimisest</w:t>
      </w:r>
      <w:r>
        <w:rPr>
          <w:szCs w:val="24"/>
        </w:rPr>
        <w:t xml:space="preserve">. Seega pidi </w:t>
      </w:r>
      <w:proofErr w:type="spellStart"/>
      <w:r w:rsidR="00FF77C5">
        <w:rPr>
          <w:szCs w:val="24"/>
        </w:rPr>
        <w:t>Projekteerija</w:t>
      </w:r>
      <w:proofErr w:type="spellEnd"/>
      <w:r w:rsidRPr="00BE19D7">
        <w:rPr>
          <w:szCs w:val="24"/>
        </w:rPr>
        <w:t xml:space="preserve"> kõik lepingulised tööd lõpetama</w:t>
      </w:r>
      <w:r w:rsidR="00B42EA2">
        <w:rPr>
          <w:szCs w:val="24"/>
        </w:rPr>
        <w:t xml:space="preserve"> hiljemalt 27.06</w:t>
      </w:r>
      <w:r>
        <w:rPr>
          <w:szCs w:val="24"/>
        </w:rPr>
        <w:t>.2022</w:t>
      </w:r>
      <w:r w:rsidR="00B42EA2">
        <w:rPr>
          <w:szCs w:val="24"/>
        </w:rPr>
        <w:t>.</w:t>
      </w:r>
    </w:p>
    <w:p w:rsidR="00EA3D21" w:rsidRDefault="00EA3D21" w:rsidP="00EA3D21">
      <w:pPr>
        <w:rPr>
          <w:szCs w:val="24"/>
        </w:rPr>
      </w:pPr>
    </w:p>
    <w:p w:rsidR="001D139F" w:rsidRDefault="00B42EA2" w:rsidP="00FF77C5">
      <w:pPr>
        <w:jc w:val="both"/>
      </w:pPr>
      <w:proofErr w:type="spellStart"/>
      <w:r>
        <w:t>Projekteerija</w:t>
      </w:r>
      <w:proofErr w:type="spellEnd"/>
      <w:r>
        <w:t xml:space="preserve"> suutis e</w:t>
      </w:r>
      <w:r w:rsidR="00564FAF">
        <w:t>sitada lõpuks eskiislahenduse 08.02.2022</w:t>
      </w:r>
      <w:r>
        <w:t xml:space="preserve">, kuigi graafiku kohaselt pidi see toimuma 2 (kaks) kuud alates lepingu sõlmimisest. Tellija tuli vastu projekteerimistööde pikendamisega seetõttu, et pinnas oli liigniiske ja seetõttu valmis lõplik </w:t>
      </w:r>
      <w:r w:rsidR="00564FAF">
        <w:t>põhiprojekt 24.08.2022</w:t>
      </w:r>
      <w:r>
        <w:t xml:space="preserve"> </w:t>
      </w:r>
      <w:r w:rsidR="00FF77C5">
        <w:t xml:space="preserve">Peale põhiprojekti esitamist 13.10.2022 esitas Tellija </w:t>
      </w:r>
      <w:r w:rsidR="000D028A">
        <w:t>omapoolsed täpsustused lepingu objektiks oleva Viru raba õpperaja parkla pro</w:t>
      </w:r>
      <w:r w:rsidR="00FF77C5">
        <w:t xml:space="preserve">jektile (täpsustused lisatud nõudele). Seisuga 06.12.2022 pole </w:t>
      </w:r>
      <w:proofErr w:type="spellStart"/>
      <w:r w:rsidR="00FF77C5">
        <w:t>Projekteerija</w:t>
      </w:r>
      <w:proofErr w:type="spellEnd"/>
      <w:r w:rsidR="000D028A">
        <w:t xml:space="preserve"> antud täpsustusi projekti </w:t>
      </w:r>
      <w:r w:rsidR="00FF77C5">
        <w:t>jätkuvalt sisse viinud ning projekti Tellijale</w:t>
      </w:r>
      <w:r w:rsidR="000D028A">
        <w:t xml:space="preserve"> tagastanud. </w:t>
      </w:r>
      <w:r w:rsidR="00A9445B">
        <w:t xml:space="preserve"> </w:t>
      </w:r>
    </w:p>
    <w:p w:rsidR="00EA3D21" w:rsidRDefault="00EA3D21" w:rsidP="00EA3D21"/>
    <w:p w:rsidR="00EA3D21" w:rsidRDefault="00FF77C5" w:rsidP="00EA3D21">
      <w:pPr>
        <w:tabs>
          <w:tab w:val="left" w:pos="1315"/>
        </w:tabs>
        <w:jc w:val="both"/>
        <w:rPr>
          <w:szCs w:val="24"/>
        </w:rPr>
      </w:pPr>
      <w:r>
        <w:rPr>
          <w:szCs w:val="24"/>
        </w:rPr>
        <w:t>Seisuga 06.12</w:t>
      </w:r>
      <w:r w:rsidR="00EA3D21">
        <w:rPr>
          <w:szCs w:val="24"/>
        </w:rPr>
        <w:t>.2022</w:t>
      </w:r>
      <w:r w:rsidR="00EA3D21">
        <w:rPr>
          <w:szCs w:val="24"/>
        </w:rPr>
        <w:tab/>
        <w:t>oli</w:t>
      </w:r>
      <w:r>
        <w:rPr>
          <w:szCs w:val="24"/>
        </w:rPr>
        <w:t xml:space="preserve"> Projekteerijal</w:t>
      </w:r>
      <w:r w:rsidR="00EA3D21">
        <w:rPr>
          <w:szCs w:val="24"/>
        </w:rPr>
        <w:t xml:space="preserve"> teostamata töid lepingujär</w:t>
      </w:r>
      <w:r>
        <w:rPr>
          <w:szCs w:val="24"/>
        </w:rPr>
        <w:t>gse maksumusega 13230</w:t>
      </w:r>
      <w:r w:rsidR="00EA3D21">
        <w:rPr>
          <w:szCs w:val="24"/>
        </w:rPr>
        <w:t>,00 eurot (käibemaksuta).</w:t>
      </w:r>
    </w:p>
    <w:p w:rsidR="00EA3D21" w:rsidRPr="00432139" w:rsidRDefault="00EA3D21" w:rsidP="00EA3D21">
      <w:pPr>
        <w:autoSpaceDE w:val="0"/>
        <w:autoSpaceDN w:val="0"/>
        <w:adjustRightInd w:val="0"/>
        <w:jc w:val="both"/>
        <w:rPr>
          <w:spacing w:val="0"/>
          <w:position w:val="0"/>
          <w:szCs w:val="24"/>
          <w:lang w:eastAsia="et-EE"/>
        </w:rPr>
      </w:pPr>
    </w:p>
    <w:p w:rsidR="00EA3D21" w:rsidRDefault="00FF77C5" w:rsidP="00EA3D21">
      <w:pPr>
        <w:ind w:right="141"/>
        <w:jc w:val="both"/>
      </w:pPr>
      <w:r>
        <w:t xml:space="preserve">Seega annab Tellija </w:t>
      </w:r>
      <w:proofErr w:type="spellStart"/>
      <w:r>
        <w:t>Projekteerijale</w:t>
      </w:r>
      <w:proofErr w:type="spellEnd"/>
      <w:r w:rsidR="00EA3D21">
        <w:t xml:space="preserve"> tööde lõplikuks teostamiseks ja Tellijale üleandmiseks täiendava tähtaja </w:t>
      </w:r>
      <w:r w:rsidR="00EA3D21" w:rsidRPr="005F51E5">
        <w:rPr>
          <w:b/>
        </w:rPr>
        <w:t xml:space="preserve">kuni </w:t>
      </w:r>
      <w:r w:rsidR="005F51E5" w:rsidRPr="005F51E5">
        <w:rPr>
          <w:b/>
        </w:rPr>
        <w:t>12</w:t>
      </w:r>
      <w:r w:rsidR="00EA3D21" w:rsidRPr="005F51E5">
        <w:rPr>
          <w:b/>
        </w:rPr>
        <w:t>.12.2022 a.</w:t>
      </w:r>
      <w:r w:rsidR="00EA3D21" w:rsidRPr="00F30511">
        <w:t xml:space="preserve"> </w:t>
      </w:r>
    </w:p>
    <w:p w:rsidR="00EA3D21" w:rsidRPr="00432139" w:rsidRDefault="00EA3D21" w:rsidP="00EA3D21">
      <w:pPr>
        <w:jc w:val="both"/>
      </w:pPr>
    </w:p>
    <w:p w:rsidR="00EA3D21" w:rsidRDefault="00EA3D21" w:rsidP="00EA3D21">
      <w:pPr>
        <w:jc w:val="both"/>
      </w:pPr>
      <w:r>
        <w:lastRenderedPageBreak/>
        <w:t xml:space="preserve">Nimetatud tähtajaks tööde </w:t>
      </w:r>
      <w:proofErr w:type="spellStart"/>
      <w:r>
        <w:t>üleandmata</w:t>
      </w:r>
      <w:proofErr w:type="spellEnd"/>
      <w:r>
        <w:t xml:space="preserve"> jätmise korral kasutab Tellija õiguskaitsevahendeid (taganeb lepingust või ütleb lepingu üles), samuti </w:t>
      </w:r>
      <w:r w:rsidRPr="00EC2998">
        <w:t>nõuab tellija lepp</w:t>
      </w:r>
      <w:r>
        <w:t>e</w:t>
      </w:r>
      <w:r w:rsidR="00FF77C5">
        <w:t>trahve vastavalt lepingu p. 4.4</w:t>
      </w:r>
      <w:r w:rsidRPr="00EC2998">
        <w:t>.</w:t>
      </w:r>
    </w:p>
    <w:p w:rsidR="00EA3D21" w:rsidRDefault="00EA3D21" w:rsidP="00EA3D21"/>
    <w:p w:rsidR="001D139F" w:rsidRDefault="001D139F">
      <w:pPr>
        <w:sectPr w:rsidR="001D139F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E85637" w:rsidRDefault="00E85637"/>
    <w:p w:rsidR="00E85637" w:rsidRDefault="00E85637"/>
    <w:p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:rsidR="00E85637" w:rsidRDefault="00E85637"/>
    <w:p w:rsidR="00E85637" w:rsidRDefault="00E85637"/>
    <w:p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7" w:name="Dropdown9"/>
      <w:r>
        <w:rPr>
          <w:spacing w:val="0"/>
          <w:position w:val="0"/>
        </w:rPr>
        <w:instrText xml:space="preserve"> FORMDROPDOWN </w:instrText>
      </w:r>
      <w:r w:rsidR="006F569B">
        <w:rPr>
          <w:spacing w:val="0"/>
          <w:position w:val="0"/>
        </w:rPr>
      </w:r>
      <w:r w:rsidR="006F569B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7"/>
    </w:p>
    <w:p w:rsidR="00E85637" w:rsidRDefault="00E85637"/>
    <w:p w:rsidR="00E85637" w:rsidRDefault="00E85637">
      <w:pPr>
        <w:rPr>
          <w:sz w:val="14"/>
        </w:rPr>
      </w:pPr>
    </w:p>
    <w:p w:rsidR="00E85637" w:rsidRDefault="00E85637">
      <w:pPr>
        <w:rPr>
          <w:sz w:val="2"/>
        </w:rPr>
      </w:pPr>
    </w:p>
    <w:p w:rsidR="00E85637" w:rsidRDefault="00B7608B">
      <w:r>
        <w:fldChar w:fldCharType="begin">
          <w:ffData>
            <w:name w:val="Text30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bookmarkStart w:id="8" w:name="Text30"/>
      <w:r>
        <w:instrText xml:space="preserve"> FORMTEXT </w:instrText>
      </w:r>
      <w:r>
        <w:fldChar w:fldCharType="separate"/>
      </w:r>
      <w:r w:rsidR="00504052">
        <w:rPr>
          <w:noProof/>
        </w:rPr>
        <w:t>Timo Kangur</w:t>
      </w:r>
      <w:r>
        <w:fldChar w:fldCharType="end"/>
      </w:r>
      <w:bookmarkEnd w:id="8"/>
    </w:p>
    <w:p w:rsidR="00E85637" w:rsidRDefault="00B7608B">
      <w:r>
        <w:fldChar w:fldCharType="begin">
          <w:ffData>
            <w:name w:val="Text32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bookmarkStart w:id="9" w:name="Text32"/>
      <w:r>
        <w:instrText xml:space="preserve"> FORMTEXT </w:instrText>
      </w:r>
      <w:r>
        <w:fldChar w:fldCharType="separate"/>
      </w:r>
      <w:r w:rsidR="00504052">
        <w:t>RMK Lahemaa külastusala juht</w:t>
      </w:r>
      <w:r>
        <w:fldChar w:fldCharType="end"/>
      </w:r>
      <w:bookmarkEnd w:id="9"/>
    </w:p>
    <w:p w:rsidR="00E85637" w:rsidRDefault="00E85637"/>
    <w:p w:rsidR="00E85637" w:rsidRDefault="00E85637"/>
    <w:p w:rsidR="00E85637" w:rsidRDefault="00B7608B">
      <w:r>
        <w:fldChar w:fldCharType="begin">
          <w:ffData>
            <w:name w:val=""/>
            <w:enabled/>
            <w:calcOnExit w:val="0"/>
            <w:helpText w:type="text" w:val="Sisestage siia lisa(d.&#10;&#10;Näiteks: Lisa: 4 lehel 1 eks&#10;&#10;Seejärel liikuge Tab klahviga järgmisele väljale."/>
            <w:statusText w:type="text" w:val="Sisestage siia lisa(d) (vt F1)"/>
            <w:textInput>
              <w:format w:val="First capital"/>
            </w:textInput>
          </w:ffData>
        </w:fldChar>
      </w:r>
      <w:r>
        <w:instrText xml:space="preserve"> FORMTEXT </w:instrText>
      </w:r>
      <w:r>
        <w:fldChar w:fldCharType="separate"/>
      </w:r>
      <w:r w:rsidR="00504052">
        <w:rPr>
          <w:noProof/>
        </w:rPr>
        <w:t>Lisa</w:t>
      </w:r>
      <w:r w:rsidR="009A44E6">
        <w:rPr>
          <w:noProof/>
        </w:rPr>
        <w:t xml:space="preserve">: 13.10.2022 </w:t>
      </w:r>
      <w:r w:rsidR="00504052">
        <w:rPr>
          <w:noProof/>
        </w:rPr>
        <w:t xml:space="preserve"> E-kiri Viru raba projekteerimisest RMK poolsete ettepanekutega</w:t>
      </w:r>
      <w:r>
        <w:fldChar w:fldCharType="end"/>
      </w:r>
    </w:p>
    <w:p w:rsidR="00E85637" w:rsidRDefault="00E85637"/>
    <w:p w:rsidR="00E85637" w:rsidRDefault="00E85637"/>
    <w:p w:rsidR="00E85637" w:rsidRDefault="00B7608B">
      <w:r>
        <w:fldChar w:fldCharType="begin">
          <w:ffData>
            <w:name w:val="Text28"/>
            <w:enabled/>
            <w:calcOnExit w:val="0"/>
            <w:helpText w:type="text" w:val="Sisestage siia lisaardressaat (-did).&#10;&#10;Näiteks: Sama: Rapla Maavalitsus (rapla@maavalitsus.ee)&#10;&#10;Seejärel liikuge Tab klahviga järgmisele väljale."/>
            <w:statusText w:type="text" w:val="Sisestage siia lisaardressaat (-did) (vt F1)"/>
            <w:textInput/>
          </w:ffData>
        </w:fldChar>
      </w:r>
      <w:bookmarkStart w:id="10" w:name="Text2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E85637" w:rsidRDefault="00E85637"/>
    <w:p w:rsidR="00E85637" w:rsidRDefault="00E85637"/>
    <w:p w:rsidR="00E85637" w:rsidRDefault="0015432F">
      <w:r>
        <w:fldChar w:fldCharType="begin">
          <w:ffData>
            <w:name w:val=""/>
            <w:enabled/>
            <w:calcOnExit w:val="0"/>
            <w:helpText w:type="text" w:val="Sisestage siia koostaja nimi, kui koostaja ja allakirjutaja on eri isikud.&#10;&#10;&#10;&#10;Seejärel liikuge Tab klahviga järgmisele väljale.&#10;&#10;"/>
            <w:statusText w:type="text" w:val="Sisestage siia koostaja nimi, kui koostaja ja allakirjutaja on eri isikud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1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  <w:r w:rsidR="00A9445B">
        <w:t xml:space="preserve"> </w:t>
      </w:r>
    </w:p>
    <w:sectPr w:rsidR="00356C40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69B" w:rsidRDefault="006F569B">
      <w:r>
        <w:separator/>
      </w:r>
    </w:p>
  </w:endnote>
  <w:endnote w:type="continuationSeparator" w:id="0">
    <w:p w:rsidR="006F569B" w:rsidRDefault="006F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69B" w:rsidRDefault="006F569B">
      <w:r>
        <w:separator/>
      </w:r>
    </w:p>
  </w:footnote>
  <w:footnote w:type="continuationSeparator" w:id="0">
    <w:p w:rsidR="006F569B" w:rsidRDefault="006F5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A9445B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B0650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06"/>
    <w:rsid w:val="000D028A"/>
    <w:rsid w:val="000D31BC"/>
    <w:rsid w:val="00145431"/>
    <w:rsid w:val="0015432F"/>
    <w:rsid w:val="00187A2D"/>
    <w:rsid w:val="001D139F"/>
    <w:rsid w:val="001E574A"/>
    <w:rsid w:val="00231DFB"/>
    <w:rsid w:val="00326150"/>
    <w:rsid w:val="00356C40"/>
    <w:rsid w:val="003A08B0"/>
    <w:rsid w:val="00436506"/>
    <w:rsid w:val="00491E34"/>
    <w:rsid w:val="00493FD2"/>
    <w:rsid w:val="00503B06"/>
    <w:rsid w:val="00504052"/>
    <w:rsid w:val="00564FAF"/>
    <w:rsid w:val="0059324B"/>
    <w:rsid w:val="005F51E5"/>
    <w:rsid w:val="006F569B"/>
    <w:rsid w:val="00704BBF"/>
    <w:rsid w:val="007B7275"/>
    <w:rsid w:val="007E0D20"/>
    <w:rsid w:val="007F482F"/>
    <w:rsid w:val="00845FCB"/>
    <w:rsid w:val="008B1038"/>
    <w:rsid w:val="008C0A3A"/>
    <w:rsid w:val="009A44E6"/>
    <w:rsid w:val="00A9445B"/>
    <w:rsid w:val="00AA2248"/>
    <w:rsid w:val="00AA6DA9"/>
    <w:rsid w:val="00B0650C"/>
    <w:rsid w:val="00B42EA2"/>
    <w:rsid w:val="00B7608B"/>
    <w:rsid w:val="00C26B5F"/>
    <w:rsid w:val="00C32B5E"/>
    <w:rsid w:val="00C52479"/>
    <w:rsid w:val="00C67247"/>
    <w:rsid w:val="00CD0DB9"/>
    <w:rsid w:val="00E85637"/>
    <w:rsid w:val="00EA2AE5"/>
    <w:rsid w:val="00EA3D21"/>
    <w:rsid w:val="00EC5BAE"/>
    <w:rsid w:val="00F04FCF"/>
    <w:rsid w:val="00F345AD"/>
    <w:rsid w:val="00F94062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2ECD0"/>
  <w15:docId w15:val="{C17C1ACE-B2C7-452C-BAEF-F2F5AFD6F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Caption">
    <w:name w:val="caption"/>
    <w:basedOn w:val="Normal"/>
    <w:next w:val="Normal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customStyle="1" w:styleId="Default">
    <w:name w:val="Default"/>
    <w:rsid w:val="00EA3D2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okr\Downloads\kirjaplank_ee_2018111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FD53F-7A4A-47ED-8FC6-CB37E82C3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 (1)</Template>
  <TotalTime>15</TotalTime>
  <Pages>2</Pages>
  <Words>386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Lepingu täitmise nõue</vt:lpstr>
    </vt:vector>
  </TitlesOfParts>
  <Company>DF</Company>
  <LinksUpToDate>false</LinksUpToDate>
  <CharactersWithSpaces>2624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Timo Kangur</dc:creator>
  <dc:description>Ver 6.0, 11.2018</dc:description>
  <cp:lastModifiedBy>Timo Kangur</cp:lastModifiedBy>
  <cp:revision>5</cp:revision>
  <cp:lastPrinted>2014-04-01T12:05:00Z</cp:lastPrinted>
  <dcterms:created xsi:type="dcterms:W3CDTF">2022-12-06T12:05:00Z</dcterms:created>
  <dcterms:modified xsi:type="dcterms:W3CDTF">2022-12-06T14:31:00Z</dcterms:modified>
</cp:coreProperties>
</file>